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77F801D5B7154820810B80B9E215535C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30270753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450D61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C330F83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1DE6BEDA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83475C1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4F964EAB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22D1A553" wp14:editId="5FC02D3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5454E2FE" w14:textId="1A0B204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4525D9" w:rsidRPr="004525D9">
        <w:rPr>
          <w:rFonts w:cs="Arial"/>
          <w:noProof w:val="0"/>
          <w:szCs w:val="22"/>
        </w:rPr>
        <w:t xml:space="preserve">MPO </w:t>
      </w:r>
      <w:r w:rsidR="0050730A" w:rsidRPr="007427D9">
        <w:rPr>
          <w:rFonts w:cs="Arial"/>
          <w:noProof w:val="0"/>
          <w:szCs w:val="22"/>
        </w:rPr>
        <w:t>35460</w:t>
      </w:r>
      <w:r w:rsidR="0050730A" w:rsidRPr="004525D9">
        <w:rPr>
          <w:rFonts w:cs="Arial"/>
          <w:noProof w:val="0"/>
          <w:szCs w:val="22"/>
        </w:rPr>
        <w:t>/</w:t>
      </w:r>
      <w:r w:rsidR="0050730A">
        <w:rPr>
          <w:rFonts w:cs="Arial"/>
          <w:noProof w:val="0"/>
          <w:szCs w:val="22"/>
        </w:rPr>
        <w:t>24</w:t>
      </w:r>
      <w:r w:rsidR="004525D9" w:rsidRPr="004525D9">
        <w:rPr>
          <w:rFonts w:cs="Arial"/>
          <w:noProof w:val="0"/>
          <w:szCs w:val="22"/>
        </w:rPr>
        <w:t>/</w:t>
      </w:r>
      <w:r w:rsidR="00A511E2">
        <w:rPr>
          <w:rFonts w:cs="Arial"/>
          <w:noProof w:val="0"/>
          <w:szCs w:val="22"/>
        </w:rPr>
        <w:t>24</w:t>
      </w:r>
      <w:r w:rsidR="004525D9" w:rsidRPr="004525D9">
        <w:rPr>
          <w:rFonts w:cs="Arial"/>
          <w:noProof w:val="0"/>
          <w:szCs w:val="22"/>
        </w:rPr>
        <w:t>/71300/01000</w:t>
      </w:r>
    </w:p>
    <w:p w14:paraId="57950130" w14:textId="58C8C2D2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9D2ADA">
        <w:rPr>
          <w:rFonts w:cs="Arial"/>
          <w:noProof w:val="0"/>
          <w:color w:val="auto"/>
          <w:szCs w:val="22"/>
        </w:rPr>
        <w:t>XX.</w:t>
      </w:r>
      <w:r w:rsidR="00731872">
        <w:rPr>
          <w:rFonts w:cs="Arial"/>
          <w:bCs/>
          <w:szCs w:val="22"/>
        </w:rPr>
        <w:t xml:space="preserve"> </w:t>
      </w:r>
      <w:r w:rsidR="009D2ADA">
        <w:rPr>
          <w:rFonts w:cs="Arial"/>
          <w:bCs/>
          <w:szCs w:val="22"/>
        </w:rPr>
        <w:t>XXXX</w:t>
      </w:r>
      <w:r w:rsidR="00731872">
        <w:rPr>
          <w:rFonts w:cs="Arial"/>
          <w:bCs/>
          <w:szCs w:val="22"/>
        </w:rPr>
        <w:t xml:space="preserve"> 20</w:t>
      </w:r>
      <w:r w:rsidR="00A511E2">
        <w:rPr>
          <w:rFonts w:cs="Arial"/>
          <w:bCs/>
          <w:szCs w:val="22"/>
        </w:rPr>
        <w:t>24</w:t>
      </w:r>
    </w:p>
    <w:p w14:paraId="0A5B8341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</w:p>
    <w:p w14:paraId="73C70EE8" w14:textId="77777777" w:rsidR="00EA428F" w:rsidRPr="00CE3A52" w:rsidRDefault="00EA428F" w:rsidP="00EA428F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C557D0">
        <w:rPr>
          <w:rFonts w:cs="Arial"/>
          <w:b/>
          <w:sz w:val="28"/>
          <w:szCs w:val="28"/>
        </w:rPr>
      </w:r>
      <w:r w:rsidR="00C557D0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>
        <w:rPr>
          <w:rFonts w:cs="Arial"/>
          <w:b/>
          <w:sz w:val="28"/>
          <w:szCs w:val="28"/>
        </w:rPr>
        <w:t xml:space="preserve"> </w:t>
      </w:r>
      <w:r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3693C042" w14:textId="77777777" w:rsidR="00EA428F" w:rsidRDefault="00EA428F" w:rsidP="00321C30">
      <w:pPr>
        <w:jc w:val="center"/>
        <w:outlineLvl w:val="0"/>
        <w:rPr>
          <w:rFonts w:cs="Arial"/>
          <w:b/>
          <w:bCs/>
          <w:sz w:val="24"/>
          <w:szCs w:val="22"/>
        </w:rPr>
      </w:pPr>
    </w:p>
    <w:p w14:paraId="027ABE60" w14:textId="30CAFA91" w:rsidR="00B50FE4" w:rsidRPr="00CE3A52" w:rsidRDefault="00063826" w:rsidP="00BE5885">
      <w:pPr>
        <w:jc w:val="center"/>
        <w:outlineLvl w:val="0"/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  <w:r w:rsidRPr="00E10605">
        <w:rPr>
          <w:rFonts w:cs="Arial"/>
          <w:b/>
          <w:bCs/>
          <w:sz w:val="24"/>
          <w:szCs w:val="22"/>
        </w:rPr>
        <w:t xml:space="preserve">Národní strategie </w:t>
      </w:r>
      <w:r w:rsidR="00321C30">
        <w:rPr>
          <w:rFonts w:cs="Arial"/>
          <w:b/>
          <w:bCs/>
          <w:sz w:val="24"/>
          <w:szCs w:val="22"/>
        </w:rPr>
        <w:t>umělé inteligence</w:t>
      </w:r>
      <w:r w:rsidR="00DE6B9B">
        <w:rPr>
          <w:rFonts w:cs="Arial"/>
          <w:b/>
          <w:bCs/>
          <w:sz w:val="24"/>
          <w:szCs w:val="22"/>
        </w:rPr>
        <w:t> Č</w:t>
      </w:r>
      <w:r w:rsidR="00521809">
        <w:rPr>
          <w:rFonts w:cs="Arial"/>
          <w:b/>
          <w:bCs/>
          <w:sz w:val="24"/>
          <w:szCs w:val="22"/>
        </w:rPr>
        <w:t>eské republiky</w:t>
      </w:r>
      <w:r w:rsidR="00A511E2">
        <w:rPr>
          <w:rFonts w:cs="Arial"/>
          <w:b/>
          <w:bCs/>
          <w:sz w:val="24"/>
          <w:szCs w:val="22"/>
        </w:rPr>
        <w:t xml:space="preserve"> 2030</w:t>
      </w:r>
    </w:p>
    <w:p w14:paraId="39E622F2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4CD76EFD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7FC9BEEA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7ED08C7A" w14:textId="77777777" w:rsidTr="006E4850">
        <w:trPr>
          <w:trHeight w:val="4041"/>
        </w:trPr>
        <w:tc>
          <w:tcPr>
            <w:tcW w:w="4176" w:type="dxa"/>
          </w:tcPr>
          <w:p w14:paraId="79AE237F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2894AF28" w14:textId="4531AED0" w:rsidR="000A53F7" w:rsidRPr="00CC4939" w:rsidRDefault="0045797F" w:rsidP="00C708E9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45797F">
              <w:rPr>
                <w:rFonts w:cs="Arial"/>
                <w:bCs/>
                <w:szCs w:val="22"/>
              </w:rPr>
              <w:t>Materiál je předkládán na základě plnění úkolů vyplývajících z Národní strategie umělé inteligence v České republice schválené usnesením vlády ČR ze dne 28. ledna 2019 č. 82 a dále v souladu s materiálem Informace o plnění a aktualizaci Národní strategie umělé inteligence v České republice projednaným vládou ČR dne</w:t>
            </w:r>
            <w:r w:rsidR="00052EAB">
              <w:rPr>
                <w:rFonts w:cs="Arial"/>
                <w:bCs/>
                <w:szCs w:val="22"/>
              </w:rPr>
              <w:t> </w:t>
            </w:r>
            <w:r w:rsidRPr="0045797F">
              <w:rPr>
                <w:rFonts w:cs="Arial"/>
                <w:bCs/>
                <w:szCs w:val="22"/>
              </w:rPr>
              <w:t>19.</w:t>
            </w:r>
            <w:r w:rsidR="00052EAB">
              <w:rPr>
                <w:rFonts w:cs="Arial"/>
                <w:bCs/>
                <w:szCs w:val="22"/>
              </w:rPr>
              <w:t> </w:t>
            </w:r>
            <w:r w:rsidRPr="0045797F">
              <w:rPr>
                <w:rFonts w:cs="Arial"/>
                <w:bCs/>
                <w:szCs w:val="22"/>
              </w:rPr>
              <w:t>dubna</w:t>
            </w:r>
            <w:r w:rsidR="00052EAB">
              <w:rPr>
                <w:rFonts w:cs="Arial"/>
                <w:bCs/>
                <w:szCs w:val="22"/>
              </w:rPr>
              <w:t> </w:t>
            </w:r>
            <w:r w:rsidRPr="0045797F">
              <w:rPr>
                <w:rFonts w:cs="Arial"/>
                <w:bCs/>
                <w:szCs w:val="22"/>
              </w:rPr>
              <w:t xml:space="preserve"> 2023.</w:t>
            </w:r>
            <w:r w:rsidR="008D7D68">
              <w:rPr>
                <w:rFonts w:cs="Arial"/>
                <w:bCs/>
                <w:szCs w:val="22"/>
              </w:rPr>
              <w:t xml:space="preserve"> </w:t>
            </w:r>
          </w:p>
        </w:tc>
        <w:tc>
          <w:tcPr>
            <w:tcW w:w="5997" w:type="dxa"/>
          </w:tcPr>
          <w:p w14:paraId="6B105A49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6D648AAB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557D0">
              <w:rPr>
                <w:rFonts w:cs="Arial"/>
                <w:b/>
                <w:szCs w:val="22"/>
              </w:rPr>
            </w:r>
            <w:r w:rsidR="00C557D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528AE8B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557D0">
              <w:rPr>
                <w:rFonts w:cs="Arial"/>
                <w:b/>
                <w:szCs w:val="22"/>
              </w:rPr>
            </w:r>
            <w:r w:rsidR="00C557D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4BCDE0B" w14:textId="468989CD" w:rsidR="00C72758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52180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521809">
              <w:rPr>
                <w:rFonts w:cs="Arial"/>
                <w:bCs/>
                <w:szCs w:val="22"/>
              </w:rPr>
              <w:instrText xml:space="preserve"> FORMDROPDOWN </w:instrText>
            </w:r>
            <w:r w:rsidR="00C557D0">
              <w:rPr>
                <w:rFonts w:cs="Arial"/>
                <w:bCs/>
                <w:szCs w:val="22"/>
              </w:rPr>
            </w:r>
            <w:r w:rsidR="00C557D0">
              <w:rPr>
                <w:rFonts w:cs="Arial"/>
                <w:bCs/>
                <w:szCs w:val="22"/>
              </w:rPr>
              <w:fldChar w:fldCharType="separate"/>
            </w:r>
            <w:r w:rsidRPr="00521809">
              <w:rPr>
                <w:rFonts w:cs="Arial"/>
                <w:bCs/>
                <w:szCs w:val="22"/>
              </w:rPr>
              <w:fldChar w:fldCharType="end"/>
            </w:r>
            <w:r w:rsidRPr="00521809">
              <w:rPr>
                <w:rFonts w:cs="Arial"/>
                <w:bCs/>
                <w:noProof w:val="0"/>
                <w:sz w:val="24"/>
              </w:rPr>
              <w:tab/>
            </w:r>
            <w:r w:rsidR="00063826">
              <w:rPr>
                <w:rFonts w:cs="Arial"/>
                <w:bCs/>
                <w:szCs w:val="22"/>
              </w:rPr>
              <w:t>Národní strategie umělé inteligence</w:t>
            </w:r>
            <w:r w:rsidR="00DF629E">
              <w:rPr>
                <w:rFonts w:cs="Arial"/>
                <w:bCs/>
                <w:szCs w:val="22"/>
              </w:rPr>
              <w:t> Č</w:t>
            </w:r>
            <w:r w:rsidR="00521809">
              <w:rPr>
                <w:rFonts w:cs="Arial"/>
                <w:bCs/>
                <w:szCs w:val="22"/>
              </w:rPr>
              <w:t>eské republiky</w:t>
            </w:r>
            <w:r w:rsidR="001A47D7">
              <w:rPr>
                <w:rFonts w:cs="Arial"/>
                <w:bCs/>
                <w:szCs w:val="22"/>
              </w:rPr>
              <w:t xml:space="preserve"> 2030</w:t>
            </w:r>
          </w:p>
          <w:p w14:paraId="2578646D" w14:textId="0BCBCC69" w:rsidR="00C557D0" w:rsidRPr="00CE3A52" w:rsidRDefault="00C557D0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IV. Přlohy: Analýzy. </w:t>
            </w:r>
            <w:r w:rsidRPr="00C557D0">
              <w:rPr>
                <w:rFonts w:cs="Arial"/>
                <w:bCs/>
                <w:szCs w:val="22"/>
              </w:rPr>
              <w:t xml:space="preserve">Očekávané dopady rozvoje AI na trh práce </w:t>
            </w:r>
            <w:r>
              <w:rPr>
                <w:rFonts w:cs="Arial"/>
                <w:bCs/>
                <w:szCs w:val="22"/>
              </w:rPr>
              <w:t xml:space="preserve">a </w:t>
            </w:r>
            <w:r w:rsidRPr="00C557D0">
              <w:rPr>
                <w:rFonts w:cs="Arial"/>
                <w:bCs/>
                <w:szCs w:val="22"/>
              </w:rPr>
              <w:t>Výzkum a vývoj v oblasti umělé inteligence v České republice</w:t>
            </w:r>
          </w:p>
          <w:p w14:paraId="1C9F13C8" w14:textId="3A6C4995" w:rsidR="00C72758" w:rsidRPr="00CE3A52" w:rsidRDefault="00C557D0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C557D0">
              <w:rPr>
                <w:rFonts w:cs="Arial"/>
                <w:bCs/>
                <w:noProof w:val="0"/>
                <w:sz w:val="24"/>
              </w:rPr>
              <w:t>V.</w:t>
            </w:r>
            <w:r w:rsidR="006F43FD">
              <w:rPr>
                <w:rFonts w:cs="Arial"/>
                <w:b/>
                <w:noProof w:val="0"/>
                <w:sz w:val="24"/>
              </w:rPr>
              <w:tab/>
            </w:r>
            <w:r w:rsidR="006F43FD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6F43FD">
              <w:rPr>
                <w:rFonts w:cs="Arial"/>
                <w:bCs/>
                <w:szCs w:val="22"/>
              </w:rPr>
              <w:instrText xml:space="preserve"> FORMTEXT </w:instrText>
            </w:r>
            <w:r w:rsidR="006F43FD">
              <w:rPr>
                <w:rFonts w:cs="Arial"/>
                <w:bCs/>
                <w:szCs w:val="22"/>
              </w:rPr>
            </w:r>
            <w:r w:rsidR="006F43FD">
              <w:rPr>
                <w:rFonts w:cs="Arial"/>
                <w:bCs/>
                <w:szCs w:val="22"/>
              </w:rPr>
              <w:fldChar w:fldCharType="separate"/>
            </w:r>
            <w:r w:rsidR="006F43FD">
              <w:rPr>
                <w:rFonts w:cs="Arial"/>
                <w:bCs/>
                <w:szCs w:val="22"/>
              </w:rPr>
              <w:t>Vypořádání připomínkového řízení</w:t>
            </w:r>
            <w:r w:rsidR="006F43FD">
              <w:rPr>
                <w:rFonts w:cs="Arial"/>
                <w:bCs/>
                <w:szCs w:val="22"/>
              </w:rPr>
              <w:fldChar w:fldCharType="end"/>
            </w:r>
          </w:p>
          <w:p w14:paraId="1DC69395" w14:textId="77777777" w:rsidR="00C72758" w:rsidRDefault="00C72758" w:rsidP="006E7EAC">
            <w:pPr>
              <w:tabs>
                <w:tab w:val="left" w:pos="786"/>
              </w:tabs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6618903F" w14:textId="77777777" w:rsidR="006E7EAC" w:rsidRPr="00CE3A52" w:rsidRDefault="006E7EAC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14:paraId="5762A7E9" w14:textId="77777777" w:rsidR="006E4850" w:rsidRPr="0076329A" w:rsidRDefault="006E4850" w:rsidP="006E7EAC">
            <w:pPr>
              <w:tabs>
                <w:tab w:val="left" w:pos="786"/>
              </w:tabs>
              <w:outlineLvl w:val="0"/>
              <w:rPr>
                <w:rFonts w:cs="Arial"/>
                <w:szCs w:val="22"/>
              </w:rPr>
            </w:pPr>
          </w:p>
        </w:tc>
      </w:tr>
    </w:tbl>
    <w:p w14:paraId="21AA27AC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7C0B4FF" w14:textId="1B5183F9" w:rsidR="00C72758" w:rsidRDefault="00DD6B96" w:rsidP="00AE4312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Jozef Síkela</w:t>
      </w:r>
    </w:p>
    <w:p w14:paraId="56EC675D" w14:textId="2140AF2A" w:rsidR="00AE4312" w:rsidRPr="00CC4939" w:rsidRDefault="00AE4312" w:rsidP="00AE4312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</w:p>
    <w:p w14:paraId="464634A0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0E5DAFCD" w14:textId="77777777" w:rsidR="00C72758" w:rsidRDefault="00C72758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</w:p>
    <w:p w14:paraId="3B2DFE80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31872">
        <w:rPr>
          <w:rFonts w:cs="Arial"/>
          <w:bCs/>
          <w:szCs w:val="22"/>
        </w:rPr>
        <w:t> </w:t>
      </w:r>
      <w:r w:rsidR="00731872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6E8942B9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837D" w14:textId="77777777" w:rsidR="007B6B69" w:rsidRDefault="007B6B69">
      <w:r>
        <w:separator/>
      </w:r>
    </w:p>
  </w:endnote>
  <w:endnote w:type="continuationSeparator" w:id="0">
    <w:p w14:paraId="1237A34D" w14:textId="77777777" w:rsidR="007B6B69" w:rsidRDefault="007B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E1B0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6EC8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FEBD" w14:textId="77777777" w:rsidR="007B6B69" w:rsidRDefault="007B6B69">
      <w:r>
        <w:separator/>
      </w:r>
    </w:p>
  </w:footnote>
  <w:footnote w:type="continuationSeparator" w:id="0">
    <w:p w14:paraId="29568E7F" w14:textId="77777777" w:rsidR="007B6B69" w:rsidRDefault="007B6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FB3A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6B950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0393DFDA" wp14:editId="5AFF70E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72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2EAB"/>
    <w:rsid w:val="000531FA"/>
    <w:rsid w:val="00063826"/>
    <w:rsid w:val="00063F34"/>
    <w:rsid w:val="0007069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089F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47D7"/>
    <w:rsid w:val="001A56A2"/>
    <w:rsid w:val="001A7B94"/>
    <w:rsid w:val="001B29BA"/>
    <w:rsid w:val="001B2CB8"/>
    <w:rsid w:val="001B6BB1"/>
    <w:rsid w:val="001C1E7C"/>
    <w:rsid w:val="001C2DB3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1C30"/>
    <w:rsid w:val="00322036"/>
    <w:rsid w:val="00324BDF"/>
    <w:rsid w:val="003270C4"/>
    <w:rsid w:val="00327110"/>
    <w:rsid w:val="00341DCA"/>
    <w:rsid w:val="0034213C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5D9"/>
    <w:rsid w:val="00452917"/>
    <w:rsid w:val="00452AB0"/>
    <w:rsid w:val="00453EB3"/>
    <w:rsid w:val="00456BAE"/>
    <w:rsid w:val="004577E0"/>
    <w:rsid w:val="0045797F"/>
    <w:rsid w:val="00460F2F"/>
    <w:rsid w:val="004646EB"/>
    <w:rsid w:val="004749E7"/>
    <w:rsid w:val="00481F48"/>
    <w:rsid w:val="00482E7E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0730A"/>
    <w:rsid w:val="005109AE"/>
    <w:rsid w:val="00510D86"/>
    <w:rsid w:val="005116D9"/>
    <w:rsid w:val="00511967"/>
    <w:rsid w:val="00511E49"/>
    <w:rsid w:val="00512591"/>
    <w:rsid w:val="00516791"/>
    <w:rsid w:val="0052050B"/>
    <w:rsid w:val="00521809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5313B"/>
    <w:rsid w:val="00554132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13505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B3FCC"/>
    <w:rsid w:val="006C4A93"/>
    <w:rsid w:val="006C59AA"/>
    <w:rsid w:val="006D3D40"/>
    <w:rsid w:val="006D433C"/>
    <w:rsid w:val="006E4850"/>
    <w:rsid w:val="006E4C08"/>
    <w:rsid w:val="006E57D3"/>
    <w:rsid w:val="006E6AEE"/>
    <w:rsid w:val="006E7EAC"/>
    <w:rsid w:val="006F12A2"/>
    <w:rsid w:val="006F24B5"/>
    <w:rsid w:val="006F3229"/>
    <w:rsid w:val="006F43FD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1872"/>
    <w:rsid w:val="007322F0"/>
    <w:rsid w:val="007328BC"/>
    <w:rsid w:val="007329D5"/>
    <w:rsid w:val="00733836"/>
    <w:rsid w:val="007357A6"/>
    <w:rsid w:val="00735955"/>
    <w:rsid w:val="00737065"/>
    <w:rsid w:val="00741A7C"/>
    <w:rsid w:val="007427D9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5756C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B6B69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3622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D7D68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3C48"/>
    <w:rsid w:val="00924771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44CC"/>
    <w:rsid w:val="009C5356"/>
    <w:rsid w:val="009C6986"/>
    <w:rsid w:val="009D1A39"/>
    <w:rsid w:val="009D2ADA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000"/>
    <w:rsid w:val="00A36FEB"/>
    <w:rsid w:val="00A43191"/>
    <w:rsid w:val="00A431AC"/>
    <w:rsid w:val="00A457F6"/>
    <w:rsid w:val="00A470CA"/>
    <w:rsid w:val="00A511E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21EA"/>
    <w:rsid w:val="00AD3CE8"/>
    <w:rsid w:val="00AE2AD4"/>
    <w:rsid w:val="00AE4312"/>
    <w:rsid w:val="00AE65E7"/>
    <w:rsid w:val="00AF1E0E"/>
    <w:rsid w:val="00AF2062"/>
    <w:rsid w:val="00AF3CD4"/>
    <w:rsid w:val="00AF6C80"/>
    <w:rsid w:val="00B0098C"/>
    <w:rsid w:val="00B02D84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95769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5885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54EDE"/>
    <w:rsid w:val="00C557D0"/>
    <w:rsid w:val="00C60849"/>
    <w:rsid w:val="00C61B92"/>
    <w:rsid w:val="00C708E9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60091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6B96"/>
    <w:rsid w:val="00DD72EE"/>
    <w:rsid w:val="00DE2634"/>
    <w:rsid w:val="00DE2C4F"/>
    <w:rsid w:val="00DE3CAF"/>
    <w:rsid w:val="00DE6B9B"/>
    <w:rsid w:val="00DE6BF5"/>
    <w:rsid w:val="00DE6ED5"/>
    <w:rsid w:val="00DF629E"/>
    <w:rsid w:val="00E01CAE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A71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428F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46559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9E30BB"/>
  <w14:defaultImageDpi w14:val="0"/>
  <w15:docId w15:val="{24BC48D9-FBCD-4ED5-A70E-138AD5D3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F801D5B7154820810B80B9E2155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23BD9-282D-4979-972C-F84AA8DBC31F}"/>
      </w:docPartPr>
      <w:docPartBody>
        <w:p w:rsidR="00D54223" w:rsidRDefault="00386D69">
          <w:pPr>
            <w:pStyle w:val="77F801D5B7154820810B80B9E215535C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223"/>
    <w:rsid w:val="00386D69"/>
    <w:rsid w:val="00464008"/>
    <w:rsid w:val="004F4E65"/>
    <w:rsid w:val="006E5827"/>
    <w:rsid w:val="007F0D72"/>
    <w:rsid w:val="00836BD1"/>
    <w:rsid w:val="0093366C"/>
    <w:rsid w:val="009849B9"/>
    <w:rsid w:val="00D5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7F801D5B7154820810B80B9E215535C">
    <w:name w:val="77F801D5B7154820810B80B9E21553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CF78-6F77-4DA2-ADA5-98EBC574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0</TotalTime>
  <Pages>1</Pages>
  <Words>132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Chlumská Iva</dc:creator>
  <cp:keywords/>
  <cp:lastModifiedBy>Škrábalová Lenka</cp:lastModifiedBy>
  <cp:revision>2</cp:revision>
  <cp:lastPrinted>2024-05-15T09:47:00Z</cp:lastPrinted>
  <dcterms:created xsi:type="dcterms:W3CDTF">2024-05-15T11:55:00Z</dcterms:created>
  <dcterms:modified xsi:type="dcterms:W3CDTF">2024-05-15T11:55:00Z</dcterms:modified>
</cp:coreProperties>
</file>